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Default Extension="jpg" ContentType="image/jpeg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4C071D" w:rsidRPr="00BD79B6" w:rsidRDefault="004C071D" w:rsidP="004C071D">
      <w:pPr>
        <w:spacing w:after="0" w:line="240" w:lineRule="auto"/>
        <w:rPr>
          <w:rFonts w:ascii="KIA Bold" w:eastAsia="KIA Bold" w:hAnsi="KIA Bold" w:cs="Times New Roman"/>
          <w:sz w:val="24"/>
          <w:szCs w:val="24"/>
          <w:lang w:eastAsia="es-ES"/>
        </w:rPr>
      </w:pPr>
      <w:proofErr w:type="spellStart"/>
      <w:r w:rsidRPr="00BD79B6">
        <w:rPr>
          <w:rFonts w:ascii="KIA Bold" w:eastAsia="KIA Bold" w:hAnsi="KIA Bold" w:cs="Times New Roman"/>
          <w:sz w:val="28"/>
          <w:szCs w:val="24"/>
          <w:lang w:eastAsia="es-ES"/>
        </w:rPr>
        <w:t>Comunicado</w:t>
      </w:r>
      <w:proofErr w:type="spellEnd"/>
      <w:r w:rsidRPr="00BD79B6">
        <w:rPr>
          <w:rFonts w:ascii="KIA Bold" w:eastAsia="KIA Bold" w:hAnsi="KIA Bold" w:cs="Times New Roman"/>
          <w:sz w:val="28"/>
          <w:szCs w:val="24"/>
          <w:lang w:eastAsia="es-ES"/>
        </w:rPr>
        <w:t xml:space="preserve"> de </w:t>
      </w:r>
      <w:proofErr w:type="spellStart"/>
      <w:r w:rsidRPr="00BD79B6">
        <w:rPr>
          <w:rFonts w:ascii="KIA Bold" w:eastAsia="KIA Bold" w:hAnsi="KIA Bold" w:cs="Times New Roman"/>
          <w:sz w:val="28"/>
          <w:szCs w:val="24"/>
          <w:lang w:eastAsia="es-ES"/>
        </w:rPr>
        <w:t>Prensa</w:t>
      </w:r>
      <w:proofErr w:type="spellEnd"/>
    </w:p>
    <w:p w:rsidR="004C071D" w:rsidRPr="00BD79B6" w:rsidRDefault="004C071D" w:rsidP="004C071D">
      <w:pPr>
        <w:spacing w:after="0" w:line="240" w:lineRule="auto"/>
        <w:jc w:val="both"/>
        <w:rPr>
          <w:rFonts w:ascii="KIA Bold" w:eastAsia="KIA Bold" w:hAnsi="KIA Bold" w:cs="Tahoma"/>
          <w:color w:val="333333"/>
          <w:sz w:val="20"/>
          <w:szCs w:val="20"/>
          <w:lang w:eastAsia="es-ES"/>
        </w:rPr>
      </w:pPr>
    </w:p>
    <w:tbl>
      <w:tblPr>
        <w:tblW w:w="5188" w:type="pct"/>
        <w:tblCellSpacing w:w="15" w:type="dxa"/>
        <w:tblBorders>
          <w:top w:val="single" w:sz="18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712"/>
      </w:tblGrid>
      <w:tr w:rsidR="004C071D" w:rsidRPr="00BD79B6" w:rsidTr="007016DA">
        <w:trPr>
          <w:trHeight w:val="173"/>
          <w:tblCellSpacing w:w="15" w:type="dxa"/>
        </w:trPr>
        <w:tc>
          <w:tcPr>
            <w:tcW w:w="4969" w:type="pct"/>
            <w:vAlign w:val="center"/>
          </w:tcPr>
          <w:p w:rsidR="004C071D" w:rsidRPr="00BD79B6" w:rsidRDefault="004C071D" w:rsidP="007016DA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333333"/>
                <w:sz w:val="20"/>
                <w:szCs w:val="20"/>
                <w:lang w:eastAsia="es-ES"/>
              </w:rPr>
            </w:pPr>
          </w:p>
        </w:tc>
      </w:tr>
    </w:tbl>
    <w:p w:rsidR="004C071D" w:rsidRPr="00BD79B6" w:rsidRDefault="004C071D" w:rsidP="004C071D">
      <w:pPr>
        <w:spacing w:after="0" w:line="240" w:lineRule="auto"/>
        <w:jc w:val="both"/>
        <w:rPr>
          <w:rFonts w:ascii="Tahoma" w:eastAsia="Times New Roman" w:hAnsi="Tahoma" w:cs="Tahoma"/>
          <w:vanish/>
          <w:color w:val="333333"/>
          <w:sz w:val="20"/>
          <w:szCs w:val="20"/>
          <w:lang w:eastAsia="es-ES"/>
        </w:rPr>
      </w:pPr>
    </w:p>
    <w:tbl>
      <w:tblPr>
        <w:tblW w:w="0" w:type="auto"/>
        <w:tblCellSpacing w:w="0" w:type="dxa"/>
        <w:tblInd w:w="1260" w:type="dxa"/>
        <w:tblCellMar>
          <w:left w:w="0" w:type="dxa"/>
          <w:right w:w="0" w:type="dxa"/>
        </w:tblCellMar>
        <w:tblLook w:val="04A0" w:firstRow="1" w:lastRow="0" w:firstColumn="1" w:lastColumn="0" w:noHBand="0" w:noVBand="1"/>
      </w:tblPr>
      <w:tblGrid>
        <w:gridCol w:w="3420"/>
        <w:gridCol w:w="4320"/>
      </w:tblGrid>
      <w:tr w:rsidR="004C071D" w:rsidRPr="00853AE1" w:rsidTr="007016DA">
        <w:trPr>
          <w:tblCellSpacing w:w="0" w:type="dxa"/>
        </w:trPr>
        <w:tc>
          <w:tcPr>
            <w:tcW w:w="3420" w:type="dxa"/>
            <w:tcBorders>
              <w:right w:val="single" w:sz="12" w:space="0" w:color="000000"/>
            </w:tcBorders>
            <w:tcMar>
              <w:top w:w="0" w:type="dxa"/>
              <w:left w:w="60" w:type="dxa"/>
              <w:bottom w:w="0" w:type="dxa"/>
              <w:right w:w="0" w:type="dxa"/>
            </w:tcMar>
            <w:vAlign w:val="center"/>
          </w:tcPr>
          <w:p w:rsidR="004C071D" w:rsidRPr="00BD79B6" w:rsidRDefault="004C071D" w:rsidP="007016DA">
            <w:pPr>
              <w:spacing w:after="0" w:line="240" w:lineRule="auto"/>
              <w:rPr>
                <w:rFonts w:ascii="KIA Medium" w:eastAsia="KIA Medium" w:hAnsi="KIA Medium" w:cs="Tahoma"/>
                <w:color w:val="999999"/>
                <w:sz w:val="20"/>
                <w:szCs w:val="20"/>
                <w:lang w:val="es-ES" w:eastAsia="es-ES"/>
              </w:rPr>
            </w:pPr>
            <w:r w:rsidRPr="001B2D13">
              <w:rPr>
                <w:rFonts w:ascii="KIA Bold" w:eastAsia="KIA Bold" w:hAnsi="KIA Bold" w:cs="Tahoma"/>
                <w:bCs/>
                <w:color w:val="000000" w:themeColor="text1"/>
                <w:sz w:val="20"/>
                <w:szCs w:val="20"/>
                <w:lang w:val="es-ES" w:eastAsia="es-ES"/>
              </w:rPr>
              <w:t>Lynnette Veguilla Torres</w:t>
            </w:r>
            <w:r w:rsidRPr="001B2D13">
              <w:rPr>
                <w:rFonts w:ascii="Tahoma" w:eastAsia="Times New Roman" w:hAnsi="Tahoma" w:cs="Tahoma"/>
                <w:color w:val="000000" w:themeColor="text1"/>
                <w:sz w:val="20"/>
                <w:szCs w:val="20"/>
                <w:lang w:val="es-ES" w:eastAsia="es-ES"/>
              </w:rPr>
              <w:t xml:space="preserve"> </w:t>
            </w:r>
            <w:r w:rsidRPr="00BD79B6">
              <w:rPr>
                <w:rFonts w:ascii="Tahoma" w:eastAsia="Times New Roman" w:hAnsi="Tahoma" w:cs="Tahoma"/>
                <w:color w:val="333333"/>
                <w:sz w:val="20"/>
                <w:szCs w:val="20"/>
                <w:lang w:val="es-ES" w:eastAsia="es-ES"/>
              </w:rPr>
              <w:br/>
            </w:r>
            <w:r w:rsidRPr="00BD79B6">
              <w:rPr>
                <w:rFonts w:ascii="KIA Medium" w:eastAsia="KIA Medium" w:hAnsi="KIA Medium" w:cs="Tahoma"/>
                <w:color w:val="999999"/>
                <w:sz w:val="20"/>
                <w:szCs w:val="20"/>
                <w:lang w:val="es-ES" w:eastAsia="es-ES"/>
              </w:rPr>
              <w:t>Gerente de Mercadeo</w:t>
            </w:r>
            <w:r w:rsidRPr="00BD79B6">
              <w:rPr>
                <w:rFonts w:ascii="KIA Medium" w:eastAsia="KIA Medium" w:hAnsi="KIA Medium" w:cs="Tahoma"/>
                <w:color w:val="333333"/>
                <w:sz w:val="20"/>
                <w:szCs w:val="20"/>
                <w:lang w:val="es-ES" w:eastAsia="es-ES"/>
              </w:rPr>
              <w:t xml:space="preserve"> </w:t>
            </w:r>
            <w:r w:rsidRPr="00BD79B6">
              <w:rPr>
                <w:rFonts w:ascii="KIA Medium" w:eastAsia="KIA Medium" w:hAnsi="KIA Medium" w:cs="Tahoma"/>
                <w:color w:val="333333"/>
                <w:sz w:val="20"/>
                <w:szCs w:val="20"/>
                <w:lang w:val="es-ES" w:eastAsia="es-ES"/>
              </w:rPr>
              <w:br/>
            </w:r>
            <w:r w:rsidRPr="00BD79B6">
              <w:rPr>
                <w:rFonts w:ascii="KIA Medium" w:eastAsia="KIA Medium" w:hAnsi="KIA Medium" w:cs="Tahoma"/>
                <w:color w:val="999999"/>
                <w:sz w:val="20"/>
                <w:szCs w:val="20"/>
                <w:lang w:val="es-ES" w:eastAsia="es-ES"/>
              </w:rPr>
              <w:t>787-620-0900</w:t>
            </w:r>
          </w:p>
          <w:p w:rsidR="004C071D" w:rsidRPr="00BD79B6" w:rsidRDefault="004C071D" w:rsidP="007016DA">
            <w:pPr>
              <w:spacing w:after="0" w:line="240" w:lineRule="auto"/>
              <w:rPr>
                <w:rFonts w:ascii="Tahoma" w:eastAsia="Times New Roman" w:hAnsi="Tahoma" w:cs="Tahoma"/>
                <w:color w:val="333333"/>
                <w:sz w:val="20"/>
                <w:szCs w:val="20"/>
                <w:lang w:eastAsia="es-ES"/>
              </w:rPr>
            </w:pPr>
            <w:proofErr w:type="spellStart"/>
            <w:r w:rsidRPr="00BD79B6">
              <w:rPr>
                <w:rFonts w:ascii="KIA Medium" w:eastAsia="KIA Medium" w:hAnsi="KIA Medium" w:cs="Tahoma"/>
                <w:color w:val="999999"/>
                <w:sz w:val="20"/>
                <w:szCs w:val="20"/>
                <w:lang w:eastAsia="es-ES"/>
              </w:rPr>
              <w:t>Lic</w:t>
            </w:r>
            <w:proofErr w:type="spellEnd"/>
            <w:r w:rsidRPr="00BD79B6">
              <w:rPr>
                <w:rFonts w:ascii="KIA Medium" w:eastAsia="KIA Medium" w:hAnsi="KIA Medium" w:cs="Tahoma"/>
                <w:color w:val="999999"/>
                <w:sz w:val="20"/>
                <w:szCs w:val="20"/>
                <w:lang w:eastAsia="es-ES"/>
              </w:rPr>
              <w:t>. R-594</w:t>
            </w:r>
            <w:r w:rsidRPr="00BD79B6">
              <w:rPr>
                <w:rFonts w:ascii="KIA Medium" w:eastAsia="KIA Medium" w:hAnsi="KIA Medium" w:cs="Tahoma"/>
                <w:color w:val="333333"/>
                <w:sz w:val="20"/>
                <w:szCs w:val="20"/>
                <w:lang w:eastAsia="es-ES"/>
              </w:rPr>
              <w:t xml:space="preserve"> </w:t>
            </w:r>
            <w:r w:rsidRPr="00BD79B6">
              <w:rPr>
                <w:rFonts w:ascii="KIA Medium" w:eastAsia="KIA Medium" w:hAnsi="KIA Medium" w:cs="Tahoma"/>
                <w:color w:val="333333"/>
                <w:sz w:val="20"/>
                <w:szCs w:val="20"/>
                <w:lang w:eastAsia="es-ES"/>
              </w:rPr>
              <w:br/>
            </w:r>
            <w:r w:rsidRPr="00BD79B6">
              <w:rPr>
                <w:rFonts w:ascii="KIA Medium" w:eastAsia="KIA Medium" w:hAnsi="KIA Medium" w:cs="Tahoma"/>
                <w:color w:val="999999"/>
                <w:sz w:val="20"/>
                <w:szCs w:val="20"/>
                <w:lang w:eastAsia="es-ES"/>
              </w:rPr>
              <w:t>lveguilla@motorambar.net</w:t>
            </w:r>
            <w:r w:rsidRPr="00BD79B6">
              <w:rPr>
                <w:rFonts w:ascii="Tahoma" w:eastAsia="Times New Roman" w:hAnsi="Tahoma" w:cs="Tahoma"/>
                <w:color w:val="333333"/>
                <w:sz w:val="20"/>
                <w:szCs w:val="20"/>
                <w:lang w:eastAsia="es-ES"/>
              </w:rPr>
              <w:t xml:space="preserve"> </w:t>
            </w:r>
          </w:p>
        </w:tc>
        <w:tc>
          <w:tcPr>
            <w:tcW w:w="4320" w:type="dxa"/>
            <w:tcMar>
              <w:top w:w="0" w:type="dxa"/>
              <w:left w:w="750" w:type="dxa"/>
              <w:bottom w:w="0" w:type="dxa"/>
              <w:right w:w="0" w:type="dxa"/>
            </w:tcMar>
            <w:vAlign w:val="center"/>
          </w:tcPr>
          <w:p w:rsidR="004C071D" w:rsidRPr="00BD79B6" w:rsidRDefault="004C071D" w:rsidP="007016DA">
            <w:pPr>
              <w:spacing w:after="0" w:line="240" w:lineRule="auto"/>
              <w:rPr>
                <w:rFonts w:ascii="Tahoma" w:eastAsia="Times New Roman" w:hAnsi="Tahoma" w:cs="Tahoma"/>
                <w:b/>
                <w:bCs/>
                <w:color w:val="333333"/>
                <w:sz w:val="20"/>
                <w:szCs w:val="20"/>
                <w:lang w:val="es-ES" w:eastAsia="es-ES"/>
              </w:rPr>
            </w:pPr>
            <w:r w:rsidRPr="001B2D13">
              <w:rPr>
                <w:rFonts w:ascii="KIA Bold" w:eastAsia="KIA Bold" w:hAnsi="KIA Bold" w:cs="Tahoma"/>
                <w:bCs/>
                <w:color w:val="000000" w:themeColor="text1"/>
                <w:sz w:val="20"/>
                <w:szCs w:val="20"/>
                <w:lang w:val="es-ES" w:eastAsia="es-ES"/>
              </w:rPr>
              <w:t>Isabel Carattini Andino</w:t>
            </w:r>
            <w:r w:rsidRPr="00BD79B6">
              <w:rPr>
                <w:rFonts w:ascii="KIA Bold" w:eastAsia="KIA Bold" w:hAnsi="KIA Bold" w:cs="Tahoma"/>
                <w:color w:val="333333"/>
                <w:sz w:val="20"/>
                <w:szCs w:val="20"/>
                <w:lang w:val="es-ES" w:eastAsia="es-ES"/>
              </w:rPr>
              <w:br/>
            </w:r>
            <w:r w:rsidRPr="00BD79B6">
              <w:rPr>
                <w:rFonts w:ascii="KIA Medium" w:eastAsia="KIA Medium" w:hAnsi="KIA Medium" w:cs="Tahoma"/>
                <w:color w:val="999999"/>
                <w:sz w:val="20"/>
                <w:szCs w:val="20"/>
                <w:lang w:val="es-ES" w:eastAsia="es-ES"/>
              </w:rPr>
              <w:t>Coordinadora de Eventos y</w:t>
            </w:r>
          </w:p>
          <w:p w:rsidR="004C071D" w:rsidRPr="00BD79B6" w:rsidRDefault="004C071D" w:rsidP="00A57144">
            <w:pPr>
              <w:spacing w:after="0" w:line="240" w:lineRule="auto"/>
              <w:rPr>
                <w:rFonts w:ascii="Tahoma" w:eastAsia="Times New Roman" w:hAnsi="Tahoma" w:cs="Tahoma"/>
                <w:color w:val="333333"/>
                <w:sz w:val="20"/>
                <w:szCs w:val="20"/>
                <w:lang w:val="es-ES" w:eastAsia="es-ES"/>
              </w:rPr>
            </w:pPr>
            <w:r w:rsidRPr="00BD79B6">
              <w:rPr>
                <w:rFonts w:ascii="KIA Medium" w:eastAsia="KIA Medium" w:hAnsi="KIA Medium" w:cs="Tahoma"/>
                <w:color w:val="999999"/>
                <w:sz w:val="20"/>
                <w:szCs w:val="20"/>
                <w:lang w:val="es-ES" w:eastAsia="es-ES"/>
              </w:rPr>
              <w:t xml:space="preserve">Relaciones Públicas </w:t>
            </w:r>
            <w:r w:rsidRPr="00BD79B6">
              <w:rPr>
                <w:rFonts w:ascii="KIA Medium" w:eastAsia="KIA Medium" w:hAnsi="KIA Medium" w:cs="Tahoma"/>
                <w:color w:val="333333"/>
                <w:sz w:val="20"/>
                <w:szCs w:val="20"/>
                <w:lang w:val="es-ES" w:eastAsia="es-ES"/>
              </w:rPr>
              <w:br/>
            </w:r>
            <w:r w:rsidRPr="00BD79B6">
              <w:rPr>
                <w:rFonts w:ascii="KIA Medium" w:eastAsia="KIA Medium" w:hAnsi="KIA Medium" w:cs="Tahoma"/>
                <w:color w:val="999999"/>
                <w:sz w:val="20"/>
                <w:szCs w:val="20"/>
                <w:lang w:val="es-ES" w:eastAsia="es-ES"/>
              </w:rPr>
              <w:t>787-620-0900</w:t>
            </w:r>
            <w:r w:rsidR="00A57144">
              <w:rPr>
                <w:rFonts w:ascii="KIA Medium" w:eastAsia="KIA Medium" w:hAnsi="KIA Medium" w:cs="Tahoma"/>
                <w:color w:val="999999"/>
                <w:sz w:val="20"/>
                <w:szCs w:val="20"/>
                <w:lang w:val="es-ES" w:eastAsia="es-ES"/>
              </w:rPr>
              <w:t xml:space="preserve"> </w:t>
            </w:r>
            <w:r w:rsidRPr="00BD79B6">
              <w:rPr>
                <w:rFonts w:ascii="KIA Medium" w:eastAsia="KIA Medium" w:hAnsi="KIA Medium" w:cs="Tahoma"/>
                <w:color w:val="999999"/>
                <w:sz w:val="20"/>
                <w:szCs w:val="20"/>
                <w:lang w:val="es-ES" w:eastAsia="es-ES"/>
              </w:rPr>
              <w:t>Ext. 4912</w:t>
            </w:r>
            <w:r w:rsidRPr="00BD79B6">
              <w:rPr>
                <w:rFonts w:ascii="KIA Medium" w:eastAsia="KIA Medium" w:hAnsi="KIA Medium" w:cs="Tahoma"/>
                <w:color w:val="333333"/>
                <w:sz w:val="20"/>
                <w:szCs w:val="20"/>
                <w:lang w:val="es-ES" w:eastAsia="es-ES"/>
              </w:rPr>
              <w:t xml:space="preserve"> </w:t>
            </w:r>
            <w:r w:rsidRPr="00BD79B6">
              <w:rPr>
                <w:rFonts w:ascii="KIA Medium" w:eastAsia="KIA Medium" w:hAnsi="KIA Medium" w:cs="Tahoma"/>
                <w:color w:val="333333"/>
                <w:sz w:val="20"/>
                <w:szCs w:val="20"/>
                <w:lang w:val="es-ES" w:eastAsia="es-ES"/>
              </w:rPr>
              <w:br/>
            </w:r>
            <w:r w:rsidRPr="00BD79B6">
              <w:rPr>
                <w:rFonts w:ascii="KIA Medium" w:eastAsia="KIA Medium" w:hAnsi="KIA Medium" w:cs="Tahoma"/>
                <w:color w:val="999999"/>
                <w:sz w:val="20"/>
                <w:szCs w:val="20"/>
                <w:lang w:val="es-ES" w:eastAsia="es-ES"/>
              </w:rPr>
              <w:t>icarattini@motorambar.net</w:t>
            </w:r>
            <w:r w:rsidRPr="00BD79B6">
              <w:rPr>
                <w:rFonts w:ascii="Tahoma" w:eastAsia="Times New Roman" w:hAnsi="Tahoma" w:cs="Tahoma"/>
                <w:color w:val="333333"/>
                <w:sz w:val="20"/>
                <w:szCs w:val="20"/>
                <w:lang w:val="es-ES" w:eastAsia="es-ES"/>
              </w:rPr>
              <w:t xml:space="preserve"> </w:t>
            </w:r>
          </w:p>
        </w:tc>
      </w:tr>
    </w:tbl>
    <w:p w:rsidR="004C071D" w:rsidRPr="00BD79B6" w:rsidRDefault="004C071D" w:rsidP="004C071D">
      <w:pPr>
        <w:spacing w:after="0" w:line="240" w:lineRule="auto"/>
        <w:jc w:val="both"/>
        <w:rPr>
          <w:rFonts w:ascii="Tahoma" w:eastAsia="Times New Roman" w:hAnsi="Tahoma" w:cs="Tahoma"/>
          <w:vanish/>
          <w:color w:val="333333"/>
          <w:sz w:val="20"/>
          <w:szCs w:val="20"/>
          <w:lang w:val="es-ES" w:eastAsia="es-ES"/>
        </w:rPr>
      </w:pPr>
    </w:p>
    <w:tbl>
      <w:tblPr>
        <w:tblW w:w="5196" w:type="pct"/>
        <w:tblCellSpacing w:w="15" w:type="dxa"/>
        <w:tblBorders>
          <w:bottom w:val="single" w:sz="18" w:space="0" w:color="000000"/>
        </w:tblBorders>
        <w:tblCellMar>
          <w:top w:w="15" w:type="dxa"/>
          <w:left w:w="15" w:type="dxa"/>
          <w:bottom w:w="15" w:type="dxa"/>
          <w:right w:w="15" w:type="dxa"/>
        </w:tblCellMar>
        <w:tblLook w:val="04A0" w:firstRow="1" w:lastRow="0" w:firstColumn="1" w:lastColumn="0" w:noHBand="0" w:noVBand="1"/>
      </w:tblPr>
      <w:tblGrid>
        <w:gridCol w:w="9727"/>
      </w:tblGrid>
      <w:tr w:rsidR="004C071D" w:rsidRPr="00853AE1" w:rsidTr="008231F6">
        <w:trPr>
          <w:trHeight w:val="63"/>
          <w:tblCellSpacing w:w="15" w:type="dxa"/>
        </w:trPr>
        <w:tc>
          <w:tcPr>
            <w:tcW w:w="4969" w:type="pct"/>
            <w:vAlign w:val="center"/>
          </w:tcPr>
          <w:p w:rsidR="004C071D" w:rsidRPr="00BD79B6" w:rsidRDefault="004C071D" w:rsidP="007016DA">
            <w:pPr>
              <w:spacing w:after="0" w:line="240" w:lineRule="auto"/>
              <w:jc w:val="both"/>
              <w:rPr>
                <w:rFonts w:ascii="Tahoma" w:eastAsia="Times New Roman" w:hAnsi="Tahoma" w:cs="Tahoma"/>
                <w:color w:val="333333"/>
                <w:sz w:val="20"/>
                <w:szCs w:val="20"/>
                <w:lang w:val="es-ES" w:eastAsia="es-ES"/>
              </w:rPr>
            </w:pPr>
          </w:p>
        </w:tc>
      </w:tr>
    </w:tbl>
    <w:p w:rsidR="00864D65" w:rsidRDefault="0025281A" w:rsidP="00864D65">
      <w:pPr>
        <w:pStyle w:val="NormalWeb"/>
        <w:spacing w:before="0" w:beforeAutospacing="0" w:after="0" w:afterAutospacing="0" w:line="360" w:lineRule="atLeast"/>
        <w:ind w:right="150"/>
        <w:jc w:val="center"/>
        <w:rPr>
          <w:rFonts w:ascii="KIA Bold" w:eastAsia="KIA Bold" w:hAnsi="KIA Bold" w:cstheme="minorBidi"/>
          <w:sz w:val="28"/>
          <w:szCs w:val="22"/>
          <w:lang w:val="es-PR"/>
        </w:rPr>
      </w:pPr>
      <w:proofErr w:type="spellStart"/>
      <w:r>
        <w:rPr>
          <w:rFonts w:ascii="KIA Bold" w:eastAsia="KIA Bold" w:hAnsi="KIA Bold" w:cstheme="minorBidi"/>
          <w:sz w:val="28"/>
          <w:szCs w:val="22"/>
          <w:lang w:val="es-PR"/>
        </w:rPr>
        <w:t>Kialivio</w:t>
      </w:r>
      <w:proofErr w:type="spellEnd"/>
      <w:r>
        <w:rPr>
          <w:rFonts w:ascii="KIA Bold" w:eastAsia="KIA Bold" w:hAnsi="KIA Bold" w:cstheme="minorBidi"/>
          <w:sz w:val="28"/>
          <w:szCs w:val="22"/>
          <w:lang w:val="es-PR"/>
        </w:rPr>
        <w:t xml:space="preserve"> – El Evento </w:t>
      </w:r>
    </w:p>
    <w:p w:rsidR="0025281A" w:rsidRPr="008231F6" w:rsidRDefault="007C782D" w:rsidP="00864D65">
      <w:pPr>
        <w:pStyle w:val="NormalWeb"/>
        <w:spacing w:before="0" w:beforeAutospacing="0" w:after="0" w:afterAutospacing="0" w:line="360" w:lineRule="atLeast"/>
        <w:ind w:right="150"/>
        <w:jc w:val="center"/>
        <w:rPr>
          <w:rFonts w:ascii="KIA Light" w:eastAsia="KIA Light" w:hAnsi="KIA Light" w:cstheme="minorBidi"/>
          <w:sz w:val="22"/>
          <w:szCs w:val="22"/>
          <w:lang w:val="es-PR"/>
        </w:rPr>
      </w:pPr>
      <w:r w:rsidRPr="008231F6">
        <w:rPr>
          <w:rFonts w:ascii="KIA Light" w:eastAsia="KIA Light" w:hAnsi="KIA Light" w:cstheme="minorBidi"/>
          <w:sz w:val="22"/>
          <w:szCs w:val="22"/>
          <w:lang w:val="es-PR"/>
        </w:rPr>
        <w:t>-</w:t>
      </w:r>
      <w:r w:rsidR="0025281A" w:rsidRPr="008231F6">
        <w:rPr>
          <w:rFonts w:ascii="KIA Light" w:eastAsia="KIA Light" w:hAnsi="KIA Light" w:cstheme="minorBidi"/>
          <w:sz w:val="22"/>
          <w:szCs w:val="22"/>
          <w:lang w:val="es-PR"/>
        </w:rPr>
        <w:t xml:space="preserve">Hasta el lunes 4 de diciembre frente a </w:t>
      </w:r>
      <w:proofErr w:type="spellStart"/>
      <w:r w:rsidR="0025281A" w:rsidRPr="008231F6">
        <w:rPr>
          <w:rFonts w:ascii="KIA Light" w:eastAsia="KIA Light" w:hAnsi="KIA Light" w:cstheme="minorBidi"/>
          <w:sz w:val="22"/>
          <w:szCs w:val="22"/>
          <w:lang w:val="es-PR"/>
        </w:rPr>
        <w:t>Best</w:t>
      </w:r>
      <w:proofErr w:type="spellEnd"/>
      <w:r w:rsidR="0025281A" w:rsidRPr="008231F6">
        <w:rPr>
          <w:rFonts w:ascii="KIA Light" w:eastAsia="KIA Light" w:hAnsi="KIA Light" w:cstheme="minorBidi"/>
          <w:sz w:val="22"/>
          <w:szCs w:val="22"/>
          <w:lang w:val="es-PR"/>
        </w:rPr>
        <w:t xml:space="preserve"> </w:t>
      </w:r>
      <w:proofErr w:type="spellStart"/>
      <w:r w:rsidR="0025281A" w:rsidRPr="008231F6">
        <w:rPr>
          <w:rFonts w:ascii="KIA Light" w:eastAsia="KIA Light" w:hAnsi="KIA Light" w:cstheme="minorBidi"/>
          <w:sz w:val="22"/>
          <w:szCs w:val="22"/>
          <w:lang w:val="es-PR"/>
        </w:rPr>
        <w:t>Buy</w:t>
      </w:r>
      <w:proofErr w:type="spellEnd"/>
      <w:r w:rsidR="0025281A" w:rsidRPr="008231F6">
        <w:rPr>
          <w:rFonts w:ascii="KIA Light" w:eastAsia="KIA Light" w:hAnsi="KIA Light" w:cstheme="minorBidi"/>
          <w:sz w:val="22"/>
          <w:szCs w:val="22"/>
          <w:lang w:val="es-PR"/>
        </w:rPr>
        <w:t xml:space="preserve"> de Plaza Las Américas</w:t>
      </w:r>
    </w:p>
    <w:p w:rsidR="00150724" w:rsidRPr="008231F6" w:rsidRDefault="0025281A" w:rsidP="00864D65">
      <w:pPr>
        <w:pStyle w:val="NormalWeb"/>
        <w:spacing w:before="0" w:beforeAutospacing="0" w:after="0" w:afterAutospacing="0" w:line="360" w:lineRule="atLeast"/>
        <w:ind w:right="150"/>
        <w:jc w:val="center"/>
        <w:rPr>
          <w:rFonts w:ascii="KIA Light" w:eastAsia="KIA Light" w:hAnsi="KIA Light" w:cstheme="minorBidi"/>
          <w:sz w:val="22"/>
          <w:szCs w:val="22"/>
          <w:lang w:val="es-PR"/>
        </w:rPr>
      </w:pPr>
      <w:r w:rsidRPr="008231F6">
        <w:rPr>
          <w:rFonts w:ascii="KIA Light" w:eastAsia="KIA Light" w:hAnsi="KIA Light" w:cstheme="minorBidi"/>
          <w:sz w:val="22"/>
          <w:szCs w:val="22"/>
          <w:lang w:val="es-PR"/>
        </w:rPr>
        <w:t>-Sobre 300 unidades en inventario y con descuentos especiales disponibles</w:t>
      </w:r>
    </w:p>
    <w:p w:rsidR="00864D65" w:rsidRDefault="00864D65" w:rsidP="009D201D">
      <w:pPr>
        <w:pStyle w:val="NormalWeb"/>
        <w:spacing w:before="0" w:beforeAutospacing="0" w:after="150" w:afterAutospacing="0"/>
        <w:ind w:right="150"/>
        <w:jc w:val="both"/>
        <w:rPr>
          <w:rFonts w:ascii="KIA Medium" w:eastAsia="KIA Medium" w:hAnsi="KIA Medium" w:cs="Tahoma"/>
          <w:lang w:val="es-PR"/>
        </w:rPr>
      </w:pPr>
    </w:p>
    <w:p w:rsidR="00DF77C8" w:rsidRDefault="00D32ED8" w:rsidP="009D201D">
      <w:pPr>
        <w:pStyle w:val="NormalWeb"/>
        <w:spacing w:before="0" w:beforeAutospacing="0" w:after="0" w:afterAutospacing="0"/>
        <w:ind w:right="150"/>
        <w:jc w:val="both"/>
        <w:rPr>
          <w:rFonts w:ascii="KIA Light" w:eastAsia="KIA Light" w:hAnsi="KIA Light" w:cs="Tahoma"/>
          <w:lang w:val="es-PR"/>
        </w:rPr>
      </w:pPr>
      <w:r w:rsidRPr="00195E61">
        <w:rPr>
          <w:rFonts w:ascii="KIA Medium" w:eastAsia="KIA Medium" w:hAnsi="KIA Medium" w:cs="Tahoma"/>
          <w:lang w:val="es-PR"/>
        </w:rPr>
        <w:t xml:space="preserve">SAN JUAN PUERTO RICO, </w:t>
      </w:r>
      <w:r w:rsidR="0025281A">
        <w:rPr>
          <w:rFonts w:ascii="KIA Medium" w:eastAsia="KIA Medium" w:hAnsi="KIA Medium" w:cs="Tahoma"/>
          <w:lang w:val="es-PR"/>
        </w:rPr>
        <w:t>30</w:t>
      </w:r>
      <w:r w:rsidRPr="00195E61">
        <w:rPr>
          <w:rFonts w:ascii="KIA Medium" w:eastAsia="KIA Medium" w:hAnsi="KIA Medium" w:cs="Tahoma"/>
          <w:lang w:val="es-PR"/>
        </w:rPr>
        <w:t xml:space="preserve"> DE NOVIEMBRE DE 2017</w:t>
      </w:r>
      <w:r w:rsidRPr="00195E61">
        <w:rPr>
          <w:rFonts w:ascii="KIA Light" w:eastAsia="KIA Light" w:hAnsi="KIA Light" w:cs="Tahoma"/>
          <w:lang w:val="es-PR"/>
        </w:rPr>
        <w:t xml:space="preserve"> – </w:t>
      </w:r>
      <w:r w:rsidR="0025281A">
        <w:rPr>
          <w:rFonts w:ascii="KIA Light" w:eastAsia="KIA Light" w:hAnsi="KIA Light" w:cs="Tahoma"/>
          <w:lang w:val="es-PR"/>
        </w:rPr>
        <w:t>Esta es la oportunidad que buscaban los clientes que necesitan un vehículo.</w:t>
      </w:r>
      <w:r w:rsidR="00DF77C8">
        <w:rPr>
          <w:rFonts w:ascii="KIA Light" w:eastAsia="KIA Light" w:hAnsi="KIA Light" w:cs="Tahoma"/>
          <w:lang w:val="es-PR"/>
        </w:rPr>
        <w:t xml:space="preserve"> Las mejores </w:t>
      </w:r>
      <w:r w:rsidR="008231F6">
        <w:rPr>
          <w:rFonts w:ascii="KIA Light" w:eastAsia="KIA Light" w:hAnsi="KIA Light" w:cs="Tahoma"/>
          <w:lang w:val="es-PR"/>
        </w:rPr>
        <w:t>opciones</w:t>
      </w:r>
      <w:r w:rsidR="00DF77C8">
        <w:rPr>
          <w:rFonts w:ascii="KIA Light" w:eastAsia="KIA Light" w:hAnsi="KIA Light" w:cs="Tahoma"/>
          <w:lang w:val="es-PR"/>
        </w:rPr>
        <w:t xml:space="preserve"> están disponibles desde el 29 de noviembre hasta el 4 de diciembre en </w:t>
      </w:r>
      <w:proofErr w:type="spellStart"/>
      <w:r w:rsidR="00DF77C8">
        <w:rPr>
          <w:rFonts w:ascii="KIA Light" w:eastAsia="KIA Light" w:hAnsi="KIA Light" w:cs="Tahoma"/>
          <w:lang w:val="es-PR"/>
        </w:rPr>
        <w:t>Kialivio</w:t>
      </w:r>
      <w:proofErr w:type="spellEnd"/>
      <w:r w:rsidR="00DF77C8">
        <w:rPr>
          <w:rFonts w:ascii="KIA Light" w:eastAsia="KIA Light" w:hAnsi="KIA Light" w:cs="Tahoma"/>
          <w:lang w:val="es-PR"/>
        </w:rPr>
        <w:t xml:space="preserve"> – El Evento, frente a </w:t>
      </w:r>
      <w:proofErr w:type="spellStart"/>
      <w:r w:rsidR="00DF77C8">
        <w:rPr>
          <w:rFonts w:ascii="KIA Light" w:eastAsia="KIA Light" w:hAnsi="KIA Light" w:cs="Tahoma"/>
          <w:lang w:val="es-PR"/>
        </w:rPr>
        <w:t>Best</w:t>
      </w:r>
      <w:proofErr w:type="spellEnd"/>
      <w:r w:rsidR="00DF77C8">
        <w:rPr>
          <w:rFonts w:ascii="KIA Light" w:eastAsia="KIA Light" w:hAnsi="KIA Light" w:cs="Tahoma"/>
          <w:lang w:val="es-PR"/>
        </w:rPr>
        <w:t xml:space="preserve"> </w:t>
      </w:r>
      <w:proofErr w:type="spellStart"/>
      <w:r w:rsidR="00DF77C8">
        <w:rPr>
          <w:rFonts w:ascii="KIA Light" w:eastAsia="KIA Light" w:hAnsi="KIA Light" w:cs="Tahoma"/>
          <w:lang w:val="es-PR"/>
        </w:rPr>
        <w:t>Buy</w:t>
      </w:r>
      <w:proofErr w:type="spellEnd"/>
      <w:r w:rsidR="00DF77C8">
        <w:rPr>
          <w:rFonts w:ascii="KIA Light" w:eastAsia="KIA Light" w:hAnsi="KIA Light" w:cs="Tahoma"/>
          <w:lang w:val="es-PR"/>
        </w:rPr>
        <w:t xml:space="preserve"> de Plaza Las Américas. </w:t>
      </w:r>
    </w:p>
    <w:p w:rsidR="008231F6" w:rsidRDefault="008231F6" w:rsidP="009D201D">
      <w:pPr>
        <w:pStyle w:val="NormalWeb"/>
        <w:spacing w:before="0" w:beforeAutospacing="0" w:after="0" w:afterAutospacing="0"/>
        <w:ind w:right="150"/>
        <w:jc w:val="both"/>
        <w:rPr>
          <w:rFonts w:ascii="KIA Light" w:eastAsia="KIA Light" w:hAnsi="KIA Light" w:cs="Tahoma"/>
          <w:lang w:val="es-PR"/>
        </w:rPr>
      </w:pPr>
    </w:p>
    <w:p w:rsidR="00E11B16" w:rsidRDefault="00C672FE" w:rsidP="009D201D">
      <w:pPr>
        <w:pStyle w:val="NormalWeb"/>
        <w:spacing w:before="0" w:beforeAutospacing="0" w:after="0" w:afterAutospacing="0"/>
        <w:ind w:right="150"/>
        <w:jc w:val="both"/>
        <w:rPr>
          <w:rFonts w:ascii="KIA Light" w:eastAsia="KIA Light" w:hAnsi="KIA Light" w:cs="Tahoma"/>
          <w:lang w:val="es-PR"/>
        </w:rPr>
      </w:pPr>
      <w:r>
        <w:rPr>
          <w:rFonts w:ascii="KIA Light" w:eastAsia="KIA Light" w:hAnsi="KIA Light" w:cs="Tahoma"/>
          <w:lang w:val="es-PR"/>
        </w:rPr>
        <w:t xml:space="preserve">Ofertas atractivas en todos los modelos 2018, y sobre 300 vehículos para escoger. También descuentos especiales en unidades identificadas, y bonos desde $1,000 en </w:t>
      </w:r>
      <w:r w:rsidR="00E11B16">
        <w:rPr>
          <w:rFonts w:ascii="KIA Light" w:eastAsia="KIA Light" w:hAnsi="KIA Light" w:cs="Tahoma"/>
          <w:lang w:val="es-PR"/>
        </w:rPr>
        <w:t>los autos del momento</w:t>
      </w:r>
      <w:r w:rsidR="00F446AF">
        <w:rPr>
          <w:rFonts w:ascii="KIA Light" w:eastAsia="KIA Light" w:hAnsi="KIA Light" w:cs="Tahoma"/>
          <w:lang w:val="es-PR"/>
        </w:rPr>
        <w:t>,</w:t>
      </w:r>
      <w:r w:rsidR="00E11B16">
        <w:rPr>
          <w:rFonts w:ascii="KIA Light" w:eastAsia="KIA Light" w:hAnsi="KIA Light" w:cs="Tahoma"/>
          <w:lang w:val="es-PR"/>
        </w:rPr>
        <w:t xml:space="preserve"> Rio, Forte, </w:t>
      </w:r>
      <w:proofErr w:type="spellStart"/>
      <w:r w:rsidR="00E11B16">
        <w:rPr>
          <w:rFonts w:ascii="KIA Light" w:eastAsia="KIA Light" w:hAnsi="KIA Light" w:cs="Tahoma"/>
          <w:lang w:val="es-PR"/>
        </w:rPr>
        <w:t>Soul</w:t>
      </w:r>
      <w:proofErr w:type="spellEnd"/>
      <w:r w:rsidR="00E11B16">
        <w:rPr>
          <w:rFonts w:ascii="KIA Light" w:eastAsia="KIA Light" w:hAnsi="KIA Light" w:cs="Tahoma"/>
          <w:lang w:val="es-PR"/>
        </w:rPr>
        <w:t xml:space="preserve">, </w:t>
      </w:r>
      <w:proofErr w:type="spellStart"/>
      <w:r w:rsidR="00E11B16">
        <w:rPr>
          <w:rFonts w:ascii="KIA Light" w:eastAsia="KIA Light" w:hAnsi="KIA Light" w:cs="Tahoma"/>
          <w:lang w:val="es-PR"/>
        </w:rPr>
        <w:t>Sportage</w:t>
      </w:r>
      <w:proofErr w:type="spellEnd"/>
      <w:r w:rsidR="00E11B16">
        <w:rPr>
          <w:rFonts w:ascii="KIA Light" w:eastAsia="KIA Light" w:hAnsi="KIA Light" w:cs="Tahoma"/>
          <w:lang w:val="es-PR"/>
        </w:rPr>
        <w:t xml:space="preserve"> y </w:t>
      </w:r>
      <w:proofErr w:type="spellStart"/>
      <w:r w:rsidR="00E11B16">
        <w:rPr>
          <w:rFonts w:ascii="KIA Light" w:eastAsia="KIA Light" w:hAnsi="KIA Light" w:cs="Tahoma"/>
          <w:lang w:val="es-PR"/>
        </w:rPr>
        <w:t>Sorento</w:t>
      </w:r>
      <w:proofErr w:type="spellEnd"/>
      <w:r>
        <w:rPr>
          <w:rFonts w:ascii="KIA Light" w:eastAsia="KIA Light" w:hAnsi="KIA Light" w:cs="Tahoma"/>
          <w:lang w:val="es-PR"/>
        </w:rPr>
        <w:t>. La oportunidad de financiar el vehículo el mismo día, y no pagar hasta marzo de 2018. Todas las instituciones bancarias disponibles en el evento.</w:t>
      </w:r>
    </w:p>
    <w:p w:rsidR="008231F6" w:rsidRDefault="008231F6" w:rsidP="009D201D">
      <w:pPr>
        <w:pStyle w:val="NormalWeb"/>
        <w:spacing w:before="0" w:beforeAutospacing="0" w:after="0" w:afterAutospacing="0"/>
        <w:ind w:right="150"/>
        <w:jc w:val="both"/>
        <w:rPr>
          <w:rFonts w:ascii="KIA Light" w:eastAsia="KIA Light" w:hAnsi="KIA Light" w:cs="Tahoma"/>
          <w:lang w:val="es-PR"/>
        </w:rPr>
      </w:pPr>
    </w:p>
    <w:p w:rsidR="00E11B16" w:rsidRDefault="00C672FE" w:rsidP="009D201D">
      <w:pPr>
        <w:pStyle w:val="NormalWeb"/>
        <w:spacing w:before="0" w:beforeAutospacing="0" w:after="0" w:afterAutospacing="0"/>
        <w:ind w:right="150"/>
        <w:jc w:val="both"/>
        <w:rPr>
          <w:rFonts w:ascii="KIA Light" w:eastAsia="KIA Light" w:hAnsi="KIA Light" w:cs="Tahoma"/>
          <w:lang w:val="es-PR"/>
        </w:rPr>
      </w:pPr>
      <w:r>
        <w:rPr>
          <w:rFonts w:ascii="KIA Light" w:eastAsia="KIA Light" w:hAnsi="KIA Light" w:cs="Tahoma"/>
          <w:lang w:val="es-PR"/>
        </w:rPr>
        <w:t xml:space="preserve">Es momento de visitar </w:t>
      </w:r>
      <w:proofErr w:type="spellStart"/>
      <w:r>
        <w:rPr>
          <w:rFonts w:ascii="KIA Light" w:eastAsia="KIA Light" w:hAnsi="KIA Light" w:cs="Tahoma"/>
          <w:lang w:val="es-PR"/>
        </w:rPr>
        <w:t>Kialivio</w:t>
      </w:r>
      <w:proofErr w:type="spellEnd"/>
      <w:r>
        <w:rPr>
          <w:rFonts w:ascii="KIA Light" w:eastAsia="KIA Light" w:hAnsi="KIA Light" w:cs="Tahoma"/>
          <w:lang w:val="es-PR"/>
        </w:rPr>
        <w:t xml:space="preserve"> – El Evento y llevarse el modelo </w:t>
      </w:r>
      <w:proofErr w:type="spellStart"/>
      <w:r>
        <w:rPr>
          <w:rFonts w:ascii="KIA Light" w:eastAsia="KIA Light" w:hAnsi="KIA Light" w:cs="Tahoma"/>
          <w:lang w:val="es-PR"/>
        </w:rPr>
        <w:t>Kia</w:t>
      </w:r>
      <w:proofErr w:type="spellEnd"/>
      <w:r>
        <w:rPr>
          <w:rFonts w:ascii="KIA Light" w:eastAsia="KIA Light" w:hAnsi="KIA Light" w:cs="Tahoma"/>
          <w:lang w:val="es-PR"/>
        </w:rPr>
        <w:t xml:space="preserve"> 2018 con la mejor garantía del </w:t>
      </w:r>
      <w:r w:rsidR="00E11B16">
        <w:rPr>
          <w:rFonts w:ascii="KIA Light" w:eastAsia="KIA Light" w:hAnsi="KIA Light" w:cs="Tahoma"/>
          <w:lang w:val="es-PR"/>
        </w:rPr>
        <w:t xml:space="preserve">mercado, diez años o 100 mil millas y tres años de asistencia en carretera gratis. </w:t>
      </w:r>
    </w:p>
    <w:p w:rsidR="008231F6" w:rsidRDefault="008231F6" w:rsidP="009D201D">
      <w:pPr>
        <w:pStyle w:val="NormalWeb"/>
        <w:spacing w:before="0" w:beforeAutospacing="0" w:after="0" w:afterAutospacing="0"/>
        <w:ind w:right="150"/>
        <w:jc w:val="both"/>
        <w:rPr>
          <w:rFonts w:ascii="KIA Light" w:eastAsia="KIA Light" w:hAnsi="KIA Light" w:cs="Tahoma"/>
          <w:lang w:val="es-PR"/>
        </w:rPr>
      </w:pPr>
    </w:p>
    <w:p w:rsidR="008231F6" w:rsidRDefault="008231F6" w:rsidP="009D201D">
      <w:pPr>
        <w:pStyle w:val="NormalWeb"/>
        <w:spacing w:before="0" w:beforeAutospacing="0" w:after="0" w:afterAutospacing="0"/>
        <w:ind w:right="150"/>
        <w:jc w:val="both"/>
        <w:rPr>
          <w:rFonts w:ascii="KIA Light" w:eastAsia="KIA Light" w:hAnsi="KIA Light" w:cs="Tahoma"/>
          <w:lang w:val="es-PR"/>
        </w:rPr>
      </w:pPr>
      <w:r>
        <w:rPr>
          <w:rFonts w:ascii="KIA Light" w:eastAsia="KIA Light" w:hAnsi="KIA Light" w:cs="Tahoma"/>
          <w:lang w:val="es-PR"/>
        </w:rPr>
        <w:t>Expertos de la marca estarán recibiendo los clientes e</w:t>
      </w:r>
      <w:r w:rsidR="00E11B16">
        <w:rPr>
          <w:rFonts w:ascii="KIA Light" w:eastAsia="KIA Light" w:hAnsi="KIA Light" w:cs="Tahoma"/>
          <w:lang w:val="es-PR"/>
        </w:rPr>
        <w:t xml:space="preserve">n horario de 9:00 am a 9:00pm, y domingo de 11:00am a </w:t>
      </w:r>
      <w:r>
        <w:rPr>
          <w:rFonts w:ascii="KIA Light" w:eastAsia="KIA Light" w:hAnsi="KIA Light" w:cs="Tahoma"/>
          <w:lang w:val="es-PR"/>
        </w:rPr>
        <w:t>7:00pm.  Más detalles en kialivio.com.</w:t>
      </w:r>
    </w:p>
    <w:p w:rsidR="009D201D" w:rsidRDefault="008231F6" w:rsidP="009D201D">
      <w:pPr>
        <w:pStyle w:val="NormalWeb"/>
        <w:spacing w:before="0" w:beforeAutospacing="0" w:after="150" w:afterAutospacing="0"/>
        <w:ind w:right="150"/>
        <w:jc w:val="center"/>
        <w:rPr>
          <w:rFonts w:ascii="KIA Light" w:eastAsia="KIA Light" w:hAnsi="KIA Light" w:cs="Tahoma"/>
          <w:lang w:val="es-PR"/>
        </w:rPr>
      </w:pPr>
      <w:r>
        <w:rPr>
          <w:rFonts w:ascii="KIA Light" w:eastAsia="KIA Light" w:hAnsi="KIA Light" w:cs="Tahoma"/>
          <w:lang w:val="es-PR"/>
        </w:rPr>
        <w:t>###</w:t>
      </w:r>
    </w:p>
    <w:p w:rsidR="008231F6" w:rsidRDefault="008231F6" w:rsidP="009D201D">
      <w:pPr>
        <w:pStyle w:val="NormalWeb"/>
        <w:spacing w:before="0" w:beforeAutospacing="0" w:after="150" w:afterAutospacing="0" w:line="276" w:lineRule="auto"/>
        <w:ind w:right="150"/>
        <w:jc w:val="both"/>
        <w:rPr>
          <w:rFonts w:ascii="KIA Light" w:eastAsia="KIA Light" w:hAnsi="KIA Light"/>
          <w:i/>
          <w:sz w:val="18"/>
          <w:szCs w:val="20"/>
          <w:lang w:val="es-PR"/>
        </w:rPr>
      </w:pPr>
      <w:proofErr w:type="spellStart"/>
      <w:r w:rsidRPr="00150724">
        <w:rPr>
          <w:rFonts w:ascii="KIA Light" w:eastAsia="KIA Light" w:hAnsi="KIA Light"/>
          <w:i/>
          <w:sz w:val="18"/>
          <w:szCs w:val="20"/>
          <w:lang w:val="es-PR"/>
        </w:rPr>
        <w:t>Kia</w:t>
      </w:r>
      <w:proofErr w:type="spellEnd"/>
      <w:r w:rsidRPr="00150724">
        <w:rPr>
          <w:rFonts w:ascii="KIA Light" w:eastAsia="KIA Light" w:hAnsi="KIA Light"/>
          <w:i/>
          <w:sz w:val="18"/>
          <w:szCs w:val="20"/>
          <w:lang w:val="es-PR"/>
        </w:rPr>
        <w:t xml:space="preserve"> Motors lleva 23 años en Puerto Rico representando una línea de vehículos con participación en los principales segmentos del mercado. Cuenta con una red de 15 concesionarios y centros de servicio a través de todo Puerto Rico. Además ofrece a sus clientes el programa </w:t>
      </w:r>
      <w:proofErr w:type="spellStart"/>
      <w:r w:rsidRPr="00150724">
        <w:rPr>
          <w:rFonts w:ascii="KIA Light" w:eastAsia="KIA Light" w:hAnsi="KIA Light"/>
          <w:i/>
          <w:sz w:val="18"/>
          <w:szCs w:val="20"/>
          <w:lang w:val="es-PR"/>
        </w:rPr>
        <w:t>Kia</w:t>
      </w:r>
      <w:proofErr w:type="spellEnd"/>
      <w:r w:rsidRPr="00150724">
        <w:rPr>
          <w:rFonts w:ascii="KIA Light" w:eastAsia="KIA Light" w:hAnsi="KIA Light"/>
          <w:i/>
          <w:sz w:val="18"/>
          <w:szCs w:val="20"/>
          <w:lang w:val="es-PR"/>
        </w:rPr>
        <w:t xml:space="preserve"> Contigo que incluye el servicio de asistencia en carretera, garantía y piezas originales.</w:t>
      </w:r>
    </w:p>
    <w:p w:rsidR="00853AE1" w:rsidRDefault="00853AE1" w:rsidP="009D201D">
      <w:pPr>
        <w:pStyle w:val="NormalWeb"/>
        <w:spacing w:before="0" w:beforeAutospacing="0" w:after="150" w:afterAutospacing="0" w:line="276" w:lineRule="auto"/>
        <w:ind w:right="150"/>
        <w:jc w:val="both"/>
        <w:rPr>
          <w:rFonts w:ascii="KIA Light" w:eastAsia="KIA Light" w:hAnsi="KIA Light"/>
          <w:i/>
          <w:sz w:val="18"/>
          <w:szCs w:val="20"/>
          <w:lang w:val="es-PR"/>
        </w:rPr>
      </w:pPr>
    </w:p>
    <w:p w:rsidR="00853AE1" w:rsidRPr="00853AE1" w:rsidRDefault="00853AE1" w:rsidP="00853AE1">
      <w:pPr>
        <w:pStyle w:val="NormalWeb"/>
        <w:spacing w:before="0" w:beforeAutospacing="0" w:after="150" w:afterAutospacing="0" w:line="276" w:lineRule="auto"/>
        <w:ind w:right="150"/>
        <w:jc w:val="center"/>
        <w:rPr>
          <w:rFonts w:ascii="KIA Bold" w:eastAsia="KIA Bold" w:hAnsi="KIA Bold"/>
          <w:szCs w:val="20"/>
          <w:lang w:val="es-PR"/>
        </w:rPr>
      </w:pPr>
      <w:r w:rsidRPr="00853AE1">
        <w:rPr>
          <w:rFonts w:ascii="KIA Bold" w:eastAsia="KIA Bold" w:hAnsi="KIA Bold"/>
          <w:szCs w:val="20"/>
          <w:lang w:val="es-PR"/>
        </w:rPr>
        <w:t>Ficha Técnica</w:t>
      </w:r>
    </w:p>
    <w:p w:rsidR="00853AE1" w:rsidRDefault="00853AE1" w:rsidP="009D201D">
      <w:pPr>
        <w:pStyle w:val="NormalWeb"/>
        <w:spacing w:before="0" w:beforeAutospacing="0" w:after="150" w:afterAutospacing="0" w:line="276" w:lineRule="auto"/>
        <w:ind w:right="150"/>
        <w:jc w:val="both"/>
        <w:rPr>
          <w:rFonts w:ascii="KIA Light" w:eastAsia="KIA Light" w:hAnsi="KIA Light"/>
          <w:i/>
          <w:sz w:val="18"/>
          <w:szCs w:val="20"/>
          <w:lang w:val="es-PR"/>
        </w:rPr>
      </w:pPr>
      <w:r>
        <w:rPr>
          <w:rFonts w:ascii="KIA Light" w:eastAsia="KIA Light" w:hAnsi="KIA Light"/>
          <w:i/>
          <w:noProof/>
          <w:sz w:val="18"/>
          <w:szCs w:val="20"/>
        </w:rPr>
        <w:drawing>
          <wp:inline distT="0" distB="0" distL="0" distR="0">
            <wp:extent cx="5943600" cy="6282055"/>
            <wp:effectExtent l="0" t="0" r="0" b="4445"/>
            <wp:docPr id="2" name="Picture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" name="Kialivio El Evento.jpg"/>
                    <pic:cNvPicPr/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628205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_GoBack"/>
      <w:bookmarkEnd w:id="0"/>
    </w:p>
    <w:sectPr w:rsidR="00853AE1" w:rsidSect="009D201D">
      <w:headerReference w:type="default" r:id="rId7"/>
      <w:footerReference w:type="default" r:id="rId8"/>
      <w:pgSz w:w="12240" w:h="15840"/>
      <w:pgMar w:top="1440" w:right="1440" w:bottom="900" w:left="1440" w:header="288" w:footer="0" w:gutter="0"/>
      <w:cols w:space="720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8E3109" w:rsidRDefault="008E3109" w:rsidP="004C071D">
      <w:pPr>
        <w:spacing w:after="0" w:line="240" w:lineRule="auto"/>
      </w:pPr>
      <w:r>
        <w:separator/>
      </w:r>
    </w:p>
  </w:endnote>
  <w:endnote w:type="continuationSeparator" w:id="0">
    <w:p w:rsidR="008E3109" w:rsidRDefault="008E3109" w:rsidP="004C071D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KIA Bold">
    <w:panose1 w:val="020B0600000101010101"/>
    <w:charset w:val="81"/>
    <w:family w:val="swiss"/>
    <w:pitch w:val="variable"/>
    <w:sig w:usb0="A00002AF" w:usb1="29D7FCFB" w:usb2="00000010" w:usb3="00000000" w:csb0="00080001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KIA Medium">
    <w:panose1 w:val="020B0600000101010101"/>
    <w:charset w:val="81"/>
    <w:family w:val="swiss"/>
    <w:pitch w:val="variable"/>
    <w:sig w:usb0="A00002AF" w:usb1="29D7FCFB" w:usb2="00000010" w:usb3="00000000" w:csb0="00080001" w:csb1="00000000"/>
  </w:font>
  <w:font w:name="KIA Light">
    <w:panose1 w:val="020B0600000101010101"/>
    <w:charset w:val="81"/>
    <w:family w:val="swiss"/>
    <w:pitch w:val="variable"/>
    <w:sig w:usb0="A00002AF" w:usb1="09D77CFB" w:usb2="00000010" w:usb3="00000000" w:csb0="00080001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071D" w:rsidRPr="00E73594" w:rsidRDefault="004C071D" w:rsidP="004C071D">
    <w:pPr>
      <w:pStyle w:val="Footer"/>
      <w:rPr>
        <w:rFonts w:ascii="KIA Medium" w:eastAsia="KIA Medium" w:hAnsi="KIA Medium"/>
        <w:color w:val="808080"/>
        <w:sz w:val="32"/>
        <w:lang w:val="es-ES"/>
      </w:rPr>
    </w:pPr>
    <w:proofErr w:type="spellStart"/>
    <w:r>
      <w:rPr>
        <w:rFonts w:ascii="KIA Medium" w:eastAsia="KIA Medium" w:hAnsi="KIA Medium" w:hint="eastAsia"/>
        <w:color w:val="808080"/>
        <w:sz w:val="32"/>
        <w:lang w:val="es-ES"/>
      </w:rPr>
      <w:t>The</w:t>
    </w:r>
    <w:proofErr w:type="spellEnd"/>
    <w:r>
      <w:rPr>
        <w:rFonts w:ascii="KIA Medium" w:eastAsia="KIA Medium" w:hAnsi="KIA Medium" w:hint="eastAsia"/>
        <w:color w:val="808080"/>
        <w:sz w:val="32"/>
        <w:lang w:val="es-ES"/>
      </w:rPr>
      <w:t xml:space="preserve"> </w:t>
    </w:r>
    <w:proofErr w:type="spellStart"/>
    <w:r>
      <w:rPr>
        <w:rFonts w:ascii="KIA Medium" w:eastAsia="KIA Medium" w:hAnsi="KIA Medium" w:hint="eastAsia"/>
        <w:color w:val="808080"/>
        <w:sz w:val="32"/>
        <w:lang w:val="es-ES"/>
      </w:rPr>
      <w:t>Power</w:t>
    </w:r>
    <w:proofErr w:type="spellEnd"/>
    <w:r>
      <w:rPr>
        <w:rFonts w:ascii="KIA Medium" w:eastAsia="KIA Medium" w:hAnsi="KIA Medium" w:hint="eastAsia"/>
        <w:color w:val="808080"/>
        <w:sz w:val="32"/>
        <w:lang w:val="es-ES"/>
      </w:rPr>
      <w:t xml:space="preserve"> to </w:t>
    </w:r>
    <w:proofErr w:type="spellStart"/>
    <w:r>
      <w:rPr>
        <w:rFonts w:ascii="KIA Medium" w:eastAsia="KIA Medium" w:hAnsi="KIA Medium" w:hint="eastAsia"/>
        <w:color w:val="808080"/>
        <w:sz w:val="32"/>
        <w:lang w:val="es-ES"/>
      </w:rPr>
      <w:t>Surprise</w:t>
    </w:r>
    <w:proofErr w:type="spellEnd"/>
    <w:r>
      <w:rPr>
        <w:rFonts w:ascii="KIA Medium" w:eastAsia="KIA Medium" w:hAnsi="KIA Medium" w:hint="eastAsia"/>
        <w:color w:val="808080"/>
        <w:sz w:val="32"/>
        <w:lang w:val="es-ES"/>
      </w:rPr>
      <w:t xml:space="preserve">                                                </w:t>
    </w:r>
  </w:p>
  <w:p w:rsidR="004C071D" w:rsidRDefault="004C071D">
    <w:pPr>
      <w:pStyle w:val="Footer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8E3109" w:rsidRDefault="008E3109" w:rsidP="004C071D">
      <w:pPr>
        <w:spacing w:after="0" w:line="240" w:lineRule="auto"/>
      </w:pPr>
      <w:r>
        <w:separator/>
      </w:r>
    </w:p>
  </w:footnote>
  <w:footnote w:type="continuationSeparator" w:id="0">
    <w:p w:rsidR="008E3109" w:rsidRDefault="008E3109" w:rsidP="004C071D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4C071D" w:rsidRDefault="008773F1" w:rsidP="004C071D">
    <w:pPr>
      <w:pStyle w:val="Header"/>
    </w:pPr>
    <w:r>
      <w:rPr>
        <w:noProof/>
      </w:rPr>
      <w:drawing>
        <wp:anchor distT="0" distB="0" distL="114300" distR="114300" simplePos="0" relativeHeight="251658240" behindDoc="0" locked="0" layoutInCell="1" allowOverlap="1">
          <wp:simplePos x="0" y="0"/>
          <wp:positionH relativeFrom="margin">
            <wp:align>left</wp:align>
          </wp:positionH>
          <wp:positionV relativeFrom="paragraph">
            <wp:posOffset>9722</wp:posOffset>
          </wp:positionV>
          <wp:extent cx="914400" cy="555283"/>
          <wp:effectExtent l="0" t="0" r="0" b="0"/>
          <wp:wrapNone/>
          <wp:docPr id="10" name="Picture 1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2" name="1. 3D Symbolmark.jpg"/>
                  <pic:cNvPicPr/>
                </pic:nvPicPr>
                <pic:blipFill>
                  <a:blip r:embed="rId1" cstate="print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tretch>
                    <a:fillRect/>
                  </a:stretch>
                </pic:blipFill>
                <pic:spPr>
                  <a:xfrm>
                    <a:off x="0" y="0"/>
                    <a:ext cx="914400" cy="555283"/>
                  </a:xfrm>
                  <a:prstGeom prst="rect">
                    <a:avLst/>
                  </a:prstGeom>
                </pic:spPr>
              </pic:pic>
            </a:graphicData>
          </a:graphic>
          <wp14:sizeRelH relativeFrom="page">
            <wp14:pctWidth>0</wp14:pctWidth>
          </wp14:sizeRelH>
          <wp14:sizeRelV relativeFrom="page">
            <wp14:pctHeight>0</wp14:pctHeight>
          </wp14:sizeRelV>
        </wp:anchor>
      </w:drawing>
    </w:r>
  </w:p>
  <w:p w:rsidR="008773F1" w:rsidRDefault="008773F1" w:rsidP="004C071D">
    <w:pPr>
      <w:pStyle w:val="Header"/>
      <w:rPr>
        <w:rFonts w:ascii="KIA Light" w:eastAsia="KIA Light" w:hAnsi="KIA Light"/>
        <w:bCs/>
        <w:sz w:val="20"/>
        <w:szCs w:val="20"/>
        <w:lang w:val="es-PR"/>
      </w:rPr>
    </w:pPr>
  </w:p>
  <w:p w:rsidR="008773F1" w:rsidRDefault="008773F1" w:rsidP="004C071D">
    <w:pPr>
      <w:pStyle w:val="Header"/>
      <w:rPr>
        <w:rFonts w:ascii="KIA Light" w:eastAsia="KIA Light" w:hAnsi="KIA Light"/>
        <w:bCs/>
        <w:sz w:val="20"/>
        <w:szCs w:val="20"/>
        <w:lang w:val="es-PR"/>
      </w:rPr>
    </w:pPr>
  </w:p>
  <w:p w:rsidR="004C071D" w:rsidRPr="004C071D" w:rsidRDefault="004C071D">
    <w:pPr>
      <w:pStyle w:val="Header"/>
      <w:rPr>
        <w:lang w:val="es-PR"/>
      </w:rPr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attachedTemplate r:id="rId1"/>
  <w:defaultTabStop w:val="720"/>
  <w:characterSpacingControl w:val="doNotCompress"/>
  <w:hdrShapeDefaults>
    <o:shapedefaults v:ext="edit" spidmax="6145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EF1B4F"/>
    <w:rsid w:val="000E0369"/>
    <w:rsid w:val="00150724"/>
    <w:rsid w:val="00195E61"/>
    <w:rsid w:val="0025281A"/>
    <w:rsid w:val="0027239D"/>
    <w:rsid w:val="00356241"/>
    <w:rsid w:val="00473E6C"/>
    <w:rsid w:val="00485928"/>
    <w:rsid w:val="004C071D"/>
    <w:rsid w:val="004E2778"/>
    <w:rsid w:val="004E56AE"/>
    <w:rsid w:val="00544D3A"/>
    <w:rsid w:val="005D1C60"/>
    <w:rsid w:val="00627A2B"/>
    <w:rsid w:val="00674F18"/>
    <w:rsid w:val="006B765A"/>
    <w:rsid w:val="0079105F"/>
    <w:rsid w:val="007B2F8A"/>
    <w:rsid w:val="007C782D"/>
    <w:rsid w:val="008231F6"/>
    <w:rsid w:val="008306C6"/>
    <w:rsid w:val="00853AE1"/>
    <w:rsid w:val="00864D65"/>
    <w:rsid w:val="008773F1"/>
    <w:rsid w:val="008D4D00"/>
    <w:rsid w:val="008E3109"/>
    <w:rsid w:val="00903250"/>
    <w:rsid w:val="00922D1E"/>
    <w:rsid w:val="009D201D"/>
    <w:rsid w:val="00A008BE"/>
    <w:rsid w:val="00A57144"/>
    <w:rsid w:val="00A727CE"/>
    <w:rsid w:val="00AE0282"/>
    <w:rsid w:val="00BA4014"/>
    <w:rsid w:val="00C672FE"/>
    <w:rsid w:val="00C740CC"/>
    <w:rsid w:val="00D32ED8"/>
    <w:rsid w:val="00DD70D5"/>
    <w:rsid w:val="00DE44DD"/>
    <w:rsid w:val="00DF77C8"/>
    <w:rsid w:val="00E11B16"/>
    <w:rsid w:val="00EB4FD3"/>
    <w:rsid w:val="00EF1B4F"/>
    <w:rsid w:val="00EF32DE"/>
    <w:rsid w:val="00F446A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6145"/>
    <o:shapelayout v:ext="edit">
      <o:idmap v:ext="edit" data="1"/>
    </o:shapelayout>
  </w:shapeDefaults>
  <w:decimalSymbol w:val="."/>
  <w:listSeparator w:val=","/>
  <w15:chartTrackingRefBased/>
  <w15:docId w15:val="{38740A05-64B4-46E1-B39C-6FAD25AF0F1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4C071D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unhideWhenUsed/>
    <w:rsid w:val="004C071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rsid w:val="004C071D"/>
  </w:style>
  <w:style w:type="paragraph" w:styleId="Footer">
    <w:name w:val="footer"/>
    <w:basedOn w:val="Normal"/>
    <w:link w:val="FooterChar"/>
    <w:uiPriority w:val="99"/>
    <w:unhideWhenUsed/>
    <w:rsid w:val="004C071D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rsid w:val="004C071D"/>
  </w:style>
  <w:style w:type="character" w:styleId="Strong">
    <w:name w:val="Strong"/>
    <w:basedOn w:val="DefaultParagraphFont"/>
    <w:uiPriority w:val="22"/>
    <w:qFormat/>
    <w:rsid w:val="00EF1B4F"/>
    <w:rPr>
      <w:b/>
      <w:bCs/>
    </w:rPr>
  </w:style>
  <w:style w:type="paragraph" w:styleId="NormalWeb">
    <w:name w:val="Normal (Web)"/>
    <w:basedOn w:val="Normal"/>
    <w:uiPriority w:val="99"/>
    <w:unhideWhenUsed/>
    <w:rsid w:val="00EF1B4F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</w:rPr>
  </w:style>
  <w:style w:type="character" w:styleId="Hyperlink">
    <w:name w:val="Hyperlink"/>
    <w:basedOn w:val="DefaultParagraphFont"/>
    <w:uiPriority w:val="99"/>
    <w:semiHidden/>
    <w:unhideWhenUsed/>
    <w:rsid w:val="00EF1B4F"/>
    <w:rPr>
      <w:color w:val="0000FF"/>
      <w:u w:val="singl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4616085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748101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webSettings" Target="webSettings.xml"/><Relationship Id="rId7" Type="http://schemas.openxmlformats.org/officeDocument/2006/relationships/header" Target="head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jpg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2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icarattini\Documents\Custom%20Office%20Templates\Comunicado%20de%20Prensa1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Comunicado de Prensa1</Template>
  <TotalTime>10</TotalTime>
  <Pages>2</Pages>
  <Words>266</Words>
  <Characters>1518</Characters>
  <Application>Microsoft Office Word</Application>
  <DocSecurity>0</DocSecurity>
  <Lines>12</Lines>
  <Paragraphs>3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>Microsoft</Company>
  <LinksUpToDate>false</LinksUpToDate>
  <CharactersWithSpaces>1781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Isabel Carattini</dc:creator>
  <cp:keywords/>
  <dc:description/>
  <cp:lastModifiedBy>Isabel Carattini</cp:lastModifiedBy>
  <cp:revision>3</cp:revision>
  <cp:lastPrinted>2017-11-30T18:25:00Z</cp:lastPrinted>
  <dcterms:created xsi:type="dcterms:W3CDTF">2017-11-30T18:14:00Z</dcterms:created>
  <dcterms:modified xsi:type="dcterms:W3CDTF">2017-11-30T18:25:00Z</dcterms:modified>
</cp:coreProperties>
</file>